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7"/>
          <w:footerReference w:type="default" r:id="rId8"/>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72C82D79"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bookmarkStart w:id="0" w:name="_Hlk197523921"/>
      <w:r w:rsidR="00BA5C21">
        <w:rPr>
          <w:rFonts w:ascii="Arial" w:hAnsi="Arial" w:cs="Arial"/>
        </w:rPr>
        <w:t>S</w:t>
      </w:r>
      <w:r w:rsidR="00BA5C21" w:rsidRPr="00A21A10">
        <w:rPr>
          <w:rFonts w:ascii="Arial" w:hAnsi="Arial" w:cs="Arial"/>
        </w:rPr>
        <w:t>uivi métrologique des équipements et instruments de mesure des laboratoires d'essais des 3 sites du STAC</w:t>
      </w:r>
      <w:bookmarkEnd w:id="0"/>
      <w:r w:rsidR="00BA5C21">
        <w:rPr>
          <w:rFonts w:ascii="Arial" w:hAnsi="Arial" w:cs="Arial"/>
        </w:rPr>
        <w:t>.</w:t>
      </w:r>
    </w:p>
    <w:p w14:paraId="1EFCDDA2" w14:textId="77777777" w:rsidR="009561A8" w:rsidRPr="00B627AB" w:rsidRDefault="009561A8" w:rsidP="00EA2EE8">
      <w:pPr>
        <w:pStyle w:val="Corpsdetexte3"/>
        <w:rPr>
          <w:i w:val="0"/>
          <w:sz w:val="20"/>
          <w:szCs w:val="20"/>
        </w:rPr>
      </w:pPr>
    </w:p>
    <w:p w14:paraId="1AD345D5" w14:textId="77777777" w:rsidR="00931E5B"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73FCB136" w:rsidR="00EA2EE8" w:rsidRPr="00931E5B" w:rsidRDefault="0093003B" w:rsidP="00931E5B">
      <w:pPr>
        <w:pStyle w:val="Paragraphedeliste"/>
        <w:numPr>
          <w:ilvl w:val="0"/>
          <w:numId w:val="16"/>
        </w:numPr>
        <w:tabs>
          <w:tab w:val="left" w:pos="426"/>
          <w:tab w:val="left" w:pos="851"/>
          <w:tab w:val="left" w:pos="1560"/>
        </w:tabs>
        <w:jc w:val="both"/>
        <w:rPr>
          <w:rFonts w:ascii="Arial" w:hAnsi="Arial" w:cs="Arial"/>
        </w:rPr>
      </w:pPr>
      <w:r w:rsidRPr="00931E5B">
        <w:rPr>
          <w:rFonts w:ascii="Arial" w:hAnsi="Arial" w:cs="Arial"/>
        </w:rPr>
        <w:t>50433000-9</w:t>
      </w:r>
      <w:r w:rsidR="00931E5B">
        <w:rPr>
          <w:rFonts w:ascii="Arial" w:hAnsi="Arial" w:cs="Arial"/>
        </w:rPr>
        <w:t xml:space="preserve"> : </w:t>
      </w:r>
      <w:r w:rsidRPr="00931E5B">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2E74F7EE"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1A6349">
        <w:fldChar w:fldCharType="separate"/>
      </w:r>
      <w:r w:rsidR="0093003B">
        <w:fldChar w:fldCharType="end"/>
      </w:r>
      <w:r>
        <w:rPr>
          <w:rFonts w:ascii="Arial" w:hAnsi="Arial" w:cs="Arial"/>
        </w:rPr>
        <w:t xml:space="preserve"> </w:t>
      </w:r>
      <w:r w:rsidR="0015269D">
        <w:rPr>
          <w:rFonts w:ascii="Arial" w:hAnsi="Arial" w:cs="Arial"/>
        </w:rPr>
        <w:t>au lot n° 16</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3839B76F" w14:textId="77777777" w:rsidR="0015269D" w:rsidRPr="0015269D" w:rsidRDefault="0015269D" w:rsidP="0015269D">
      <w:pPr>
        <w:tabs>
          <w:tab w:val="left" w:pos="851"/>
        </w:tabs>
        <w:spacing w:before="120"/>
        <w:ind w:left="1135" w:hanging="284"/>
        <w:jc w:val="both"/>
      </w:pPr>
      <w:r w:rsidRPr="0015269D">
        <w:fldChar w:fldCharType="begin">
          <w:ffData>
            <w:name w:val=""/>
            <w:enabled/>
            <w:calcOnExit w:val="0"/>
            <w:checkBox>
              <w:size w:val="20"/>
              <w:default w:val="1"/>
            </w:checkBox>
          </w:ffData>
        </w:fldChar>
      </w:r>
      <w:r w:rsidRPr="0015269D">
        <w:instrText xml:space="preserve"> FORMCHECKBOX </w:instrText>
      </w:r>
      <w:r w:rsidR="001A6349">
        <w:fldChar w:fldCharType="separate"/>
      </w:r>
      <w:r w:rsidRPr="0015269D">
        <w:fldChar w:fldCharType="end"/>
      </w:r>
      <w:r w:rsidRPr="0015269D">
        <w:t xml:space="preserve"> CCAP n° 2025STAC01 et son annexe</w:t>
      </w:r>
    </w:p>
    <w:p w14:paraId="193EE722" w14:textId="77777777" w:rsidR="0015269D" w:rsidRPr="0015269D" w:rsidRDefault="0015269D" w:rsidP="0015269D">
      <w:pPr>
        <w:tabs>
          <w:tab w:val="left" w:pos="851"/>
        </w:tabs>
        <w:spacing w:before="120"/>
        <w:ind w:left="1135" w:hanging="284"/>
        <w:jc w:val="both"/>
      </w:pPr>
      <w:r w:rsidRPr="0015269D">
        <w:fldChar w:fldCharType="begin">
          <w:ffData>
            <w:name w:val=""/>
            <w:enabled/>
            <w:calcOnExit w:val="0"/>
            <w:checkBox>
              <w:size w:val="20"/>
              <w:default w:val="1"/>
            </w:checkBox>
          </w:ffData>
        </w:fldChar>
      </w:r>
      <w:r w:rsidRPr="0015269D">
        <w:instrText xml:space="preserve"> FORMCHECKBOX </w:instrText>
      </w:r>
      <w:r w:rsidR="001A6349">
        <w:fldChar w:fldCharType="separate"/>
      </w:r>
      <w:r w:rsidRPr="0015269D">
        <w:fldChar w:fldCharType="end"/>
      </w:r>
      <w:r w:rsidRPr="0015269D">
        <w:t xml:space="preserve"> CCTP n° 2025STAC01</w:t>
      </w:r>
    </w:p>
    <w:p w14:paraId="4BB33B1C" w14:textId="7B6C3D6A" w:rsidR="009F62F0" w:rsidRPr="0015269D"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1A6349">
        <w:fldChar w:fldCharType="separate"/>
      </w:r>
      <w:r>
        <w:fldChar w:fldCharType="end"/>
      </w:r>
      <w:r w:rsidR="00BC1AA9" w:rsidRPr="0015269D">
        <w:rPr>
          <w:rFonts w:ascii="Arial" w:hAnsi="Arial" w:cs="Arial"/>
        </w:rPr>
        <w:t xml:space="preserve"> CCAG</w:t>
      </w:r>
      <w:r w:rsidR="00EA2EE8" w:rsidRPr="0015269D">
        <w:rPr>
          <w:rFonts w:ascii="Arial" w:hAnsi="Arial" w:cs="Arial"/>
        </w:rPr>
        <w:t xml:space="preserve"> </w:t>
      </w:r>
      <w:r w:rsidR="00CC5350" w:rsidRPr="0015269D">
        <w:rPr>
          <w:rFonts w:ascii="Arial" w:hAnsi="Arial" w:cs="Arial"/>
        </w:rPr>
        <w:t xml:space="preserve">applicable aux marches publics de </w:t>
      </w:r>
      <w:r w:rsidR="0093003B" w:rsidRPr="0015269D">
        <w:rPr>
          <w:rFonts w:ascii="Arial" w:hAnsi="Arial" w:cs="Arial"/>
        </w:rPr>
        <w:t>fournitur</w:t>
      </w:r>
      <w:r w:rsidR="00CC5350" w:rsidRPr="0015269D">
        <w:rPr>
          <w:rFonts w:ascii="Arial" w:hAnsi="Arial" w:cs="Arial"/>
        </w:rPr>
        <w:t xml:space="preserve">es </w:t>
      </w:r>
      <w:r w:rsidR="0093003B" w:rsidRPr="0015269D">
        <w:rPr>
          <w:rFonts w:ascii="Arial" w:hAnsi="Arial" w:cs="Arial"/>
        </w:rPr>
        <w:t xml:space="preserve">courantes et </w:t>
      </w:r>
      <w:r w:rsidR="00CC5350" w:rsidRPr="0015269D">
        <w:rPr>
          <w:rFonts w:ascii="Arial" w:hAnsi="Arial" w:cs="Arial"/>
        </w:rPr>
        <w:t xml:space="preserve">de </w:t>
      </w:r>
      <w:r w:rsidR="0093003B" w:rsidRPr="0015269D">
        <w:rPr>
          <w:rFonts w:ascii="Arial" w:hAnsi="Arial" w:cs="Arial"/>
        </w:rPr>
        <w:t>services</w:t>
      </w:r>
      <w:r w:rsidR="00CC5350" w:rsidRPr="0015269D">
        <w:rPr>
          <w:rFonts w:ascii="Arial" w:hAnsi="Arial" w:cs="Arial"/>
        </w:rPr>
        <w:t xml:space="preserve"> (CCAG-</w:t>
      </w:r>
      <w:r w:rsidR="0092378A" w:rsidRPr="0015269D">
        <w:rPr>
          <w:rFonts w:ascii="Arial" w:hAnsi="Arial" w:cs="Arial"/>
        </w:rPr>
        <w:t>FCS</w:t>
      </w:r>
      <w:r w:rsidR="00CC5350" w:rsidRPr="0015269D">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A6349">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r>
        <w:rPr>
          <w:rFonts w:ascii="Arial" w:hAnsi="Arial" w:cs="Arial"/>
        </w:rPr>
        <w:t>et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A6349">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1A6349">
        <w:fldChar w:fldCharType="separate"/>
      </w:r>
      <w:r>
        <w:fldChar w:fldCharType="end"/>
      </w:r>
      <w:r w:rsidR="009F62F0">
        <w:rPr>
          <w:rFonts w:ascii="Arial" w:hAnsi="Arial" w:cs="Arial"/>
        </w:rPr>
        <w:t xml:space="preserve"> engage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r>
        <w:rPr>
          <w:rFonts w:ascii="Arial" w:hAnsi="Arial" w:cs="Arial"/>
        </w:rPr>
        <w:t>à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(en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1A6349">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1A6349">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r>
              <w:rPr>
                <w:b/>
                <w:i w:val="0"/>
                <w:sz w:val="20"/>
              </w:rPr>
              <w:t>du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r>
              <w:rPr>
                <w:rFonts w:ascii="Arial" w:hAnsi="Arial" w:cs="Arial"/>
                <w:b/>
              </w:rPr>
              <w:t>de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1A6349">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1A6349">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931E5B" w:rsidRDefault="00390663" w:rsidP="007E72BE">
      <w:pPr>
        <w:pStyle w:val="fcase1ertab"/>
        <w:spacing w:before="60" w:after="60"/>
        <w:ind w:left="0" w:firstLine="0"/>
        <w:rPr>
          <w:rFonts w:ascii="Arial" w:hAnsi="Arial" w:cs="Arial"/>
        </w:rPr>
      </w:pPr>
      <w:r w:rsidRPr="00931E5B">
        <w:rPr>
          <w:rFonts w:ascii="Arial" w:hAnsi="Arial" w:cs="Arial"/>
        </w:rPr>
        <w:t>Le marché</w:t>
      </w:r>
      <w:r w:rsidR="00D27F48" w:rsidRPr="00931E5B">
        <w:rPr>
          <w:rFonts w:ascii="Arial" w:hAnsi="Arial" w:cs="Arial"/>
        </w:rPr>
        <w:t xml:space="preserve"> public</w:t>
      </w:r>
      <w:r w:rsidR="00053A74" w:rsidRPr="00931E5B">
        <w:rPr>
          <w:rFonts w:ascii="Arial" w:hAnsi="Arial" w:cs="Arial"/>
        </w:rPr>
        <w:t xml:space="preserve"> </w:t>
      </w:r>
      <w:r w:rsidR="00EA2EE8" w:rsidRPr="00931E5B">
        <w:rPr>
          <w:rFonts w:ascii="Arial" w:hAnsi="Arial" w:cs="Arial"/>
        </w:rPr>
        <w:t xml:space="preserve">est conclu pour </w:t>
      </w:r>
      <w:r w:rsidR="003F62B8" w:rsidRPr="00931E5B">
        <w:rPr>
          <w:rFonts w:ascii="Arial" w:hAnsi="Arial" w:cs="Arial"/>
        </w:rPr>
        <w:t xml:space="preserve">une durée de </w:t>
      </w:r>
      <w:r w:rsidR="00AE2B33" w:rsidRPr="00931E5B">
        <w:rPr>
          <w:rFonts w:ascii="Arial" w:hAnsi="Arial" w:cs="Arial"/>
        </w:rPr>
        <w:t>12</w:t>
      </w:r>
      <w:r w:rsidR="003F62B8" w:rsidRPr="00931E5B">
        <w:rPr>
          <w:rFonts w:ascii="Arial" w:hAnsi="Arial" w:cs="Arial"/>
        </w:rPr>
        <w:t xml:space="preserve"> mois </w:t>
      </w:r>
      <w:r w:rsidR="00AE2B33" w:rsidRPr="00931E5B">
        <w:rPr>
          <w:rFonts w:ascii="Arial" w:hAnsi="Arial" w:cs="Arial"/>
        </w:rPr>
        <w:t>reconductible tacitement 3 fois par nouvelles périodes de 12 mois, sans que sa durée maximale ne puisse excéder 48 mois</w:t>
      </w:r>
      <w:r w:rsidR="00EA2EE8" w:rsidRPr="00931E5B">
        <w:rPr>
          <w:rFonts w:ascii="Arial" w:hAnsi="Arial" w:cs="Arial"/>
        </w:rPr>
        <w:t xml:space="preserve">. </w:t>
      </w:r>
      <w:r w:rsidR="004E1560" w:rsidRPr="00931E5B">
        <w:rPr>
          <w:rFonts w:ascii="Arial" w:hAnsi="Arial" w:cs="Arial"/>
        </w:rPr>
        <w:t xml:space="preserve">La durée d’exécution </w:t>
      </w:r>
      <w:r w:rsidR="00D00917" w:rsidRPr="00931E5B">
        <w:rPr>
          <w:rFonts w:ascii="Arial" w:hAnsi="Arial" w:cs="Arial"/>
        </w:rPr>
        <w:t>démarre</w:t>
      </w:r>
      <w:r w:rsidR="004E1560" w:rsidRPr="00931E5B">
        <w:rPr>
          <w:rFonts w:ascii="Arial" w:hAnsi="Arial" w:cs="Arial"/>
        </w:rPr>
        <w:t xml:space="preserve"> à compter de la notification</w:t>
      </w:r>
      <w:r w:rsidR="00CC5350" w:rsidRPr="00931E5B">
        <w:rPr>
          <w:rFonts w:ascii="Arial" w:hAnsi="Arial" w:cs="Arial"/>
        </w:rPr>
        <w:t xml:space="preserve"> du marché</w:t>
      </w:r>
      <w:r w:rsidR="004E1560" w:rsidRPr="00931E5B">
        <w:rPr>
          <w:rFonts w:ascii="Arial" w:hAnsi="Arial" w:cs="Arial"/>
        </w:rPr>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6E7EF4F0" w:rsidR="00390663" w:rsidRPr="00931E5B" w:rsidRDefault="00E4790C" w:rsidP="00831B52">
      <w:pPr>
        <w:pStyle w:val="fcase1ertab"/>
        <w:spacing w:before="60" w:after="60"/>
        <w:ind w:left="0" w:firstLine="0"/>
        <w:rPr>
          <w:rFonts w:ascii="Arial" w:hAnsi="Arial" w:cs="Arial"/>
        </w:rPr>
      </w:pPr>
      <w:r w:rsidRPr="00931E5B">
        <w:rPr>
          <w:rFonts w:ascii="Arial" w:hAnsi="Arial" w:cs="Arial"/>
        </w:rPr>
        <w:t>Le délai de validité de</w:t>
      </w:r>
      <w:r w:rsidR="00A061B8" w:rsidRPr="00931E5B">
        <w:rPr>
          <w:rFonts w:ascii="Arial" w:hAnsi="Arial" w:cs="Arial"/>
        </w:rPr>
        <w:t xml:space="preserve"> </w:t>
      </w:r>
      <w:r w:rsidRPr="00931E5B">
        <w:rPr>
          <w:rFonts w:ascii="Arial" w:hAnsi="Arial" w:cs="Arial"/>
        </w:rPr>
        <w:t>l’</w:t>
      </w:r>
      <w:r w:rsidR="00A061B8" w:rsidRPr="00931E5B">
        <w:rPr>
          <w:rFonts w:ascii="Arial" w:hAnsi="Arial" w:cs="Arial"/>
        </w:rPr>
        <w:t>offre</w:t>
      </w:r>
      <w:r w:rsidRPr="00931E5B">
        <w:rPr>
          <w:rFonts w:ascii="Arial" w:hAnsi="Arial" w:cs="Arial"/>
        </w:rPr>
        <w:t xml:space="preserve"> est</w:t>
      </w:r>
      <w:r w:rsidR="00A061B8" w:rsidRPr="00931E5B">
        <w:rPr>
          <w:rFonts w:ascii="Arial" w:hAnsi="Arial" w:cs="Arial"/>
        </w:rPr>
        <w:t xml:space="preserve"> </w:t>
      </w:r>
      <w:r w:rsidR="00053A74" w:rsidRPr="00931E5B">
        <w:rPr>
          <w:rFonts w:ascii="Arial" w:hAnsi="Arial" w:cs="Arial"/>
        </w:rPr>
        <w:t xml:space="preserve">de </w:t>
      </w:r>
      <w:r w:rsidR="0022497B">
        <w:rPr>
          <w:rFonts w:ascii="Arial" w:hAnsi="Arial" w:cs="Arial"/>
        </w:rPr>
        <w:t>6 mois</w:t>
      </w:r>
      <w:r w:rsidRPr="00931E5B">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r>
              <w:rPr>
                <w:rFonts w:ascii="Arial" w:hAnsi="Arial" w:cs="Arial"/>
                <w:b/>
                <w:bCs/>
              </w:rPr>
              <w:t>du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r w:rsidRPr="009B45B9">
        <w:rPr>
          <w:rFonts w:ascii="Arial" w:hAnsi="Arial" w:cs="Arial"/>
          <w:i/>
          <w:sz w:val="18"/>
          <w:szCs w:val="18"/>
        </w:rPr>
        <w:t>nom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r w:rsidRPr="009B45B9">
        <w:rPr>
          <w:rFonts w:ascii="Arial" w:hAnsi="Arial" w:cs="Arial"/>
          <w:i/>
          <w:sz w:val="18"/>
          <w:szCs w:val="18"/>
        </w:rPr>
        <w:t>dén</w:t>
      </w:r>
      <w:r>
        <w:rPr>
          <w:rFonts w:ascii="Arial" w:hAnsi="Arial" w:cs="Arial"/>
          <w:i/>
          <w:sz w:val="18"/>
          <w:szCs w:val="18"/>
        </w:rPr>
        <w:t>omination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A634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A6349">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A6349">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A6349">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A6349">
        <w:fldChar w:fldCharType="separate"/>
      </w:r>
      <w:r>
        <w:fldChar w:fldCharType="end"/>
      </w:r>
      <w:r>
        <w:tab/>
      </w:r>
      <w:r>
        <w:rPr>
          <w:rFonts w:ascii="Arial" w:hAnsi="Arial" w:cs="Arial"/>
        </w:rPr>
        <w:t>pour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A6349">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A6349">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A6349">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A6349">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1A6349">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A27016">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P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41FF9F41" w14:textId="129CF462"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3FAA6827" w14:textId="77777777" w:rsidR="00931E5B" w:rsidRDefault="00931E5B" w:rsidP="00931E5B">
      <w:pPr>
        <w:spacing w:before="240" w:after="240"/>
        <w:jc w:val="both"/>
        <w:rPr>
          <w:rFonts w:ascii="Arial" w:hAnsi="Arial" w:cs="Arial"/>
          <w:bCs/>
        </w:rPr>
      </w:pPr>
      <w:bookmarkStart w:id="2" w:name="_Hlk193462440"/>
      <w:r w:rsidRPr="00F03BFB">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bookmarkEnd w:id="2"/>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15269D" w:rsidRDefault="00F87D4F" w:rsidP="00F87D4F">
      <w:pPr>
        <w:pStyle w:val="fcase2metab"/>
        <w:rPr>
          <w:rFonts w:ascii="Arial" w:hAnsi="Arial" w:cs="Arial"/>
          <w:lang w:val="en-GB"/>
        </w:rPr>
      </w:pPr>
      <w:r w:rsidRPr="0015269D">
        <w:rPr>
          <w:rFonts w:ascii="Arial" w:hAnsi="Arial" w:cs="Arial"/>
          <w:lang w:val="en-GB"/>
        </w:rPr>
        <w:t>50 rue Henry Farman</w:t>
      </w:r>
    </w:p>
    <w:p w14:paraId="5B58B890" w14:textId="2A9982CF" w:rsidR="00F87D4F" w:rsidRPr="0015269D" w:rsidRDefault="00F87D4F" w:rsidP="00F87D4F">
      <w:pPr>
        <w:pStyle w:val="fcase2metab"/>
        <w:rPr>
          <w:rFonts w:ascii="Arial" w:hAnsi="Arial" w:cs="Arial"/>
          <w:lang w:val="en-GB"/>
        </w:rPr>
      </w:pPr>
      <w:r w:rsidRPr="0015269D">
        <w:rPr>
          <w:rFonts w:ascii="Arial" w:hAnsi="Arial" w:cs="Arial"/>
          <w:lang w:val="en-GB"/>
        </w:rPr>
        <w:t xml:space="preserve">75720 Paris </w:t>
      </w:r>
      <w:r w:rsidR="0015269D" w:rsidRPr="0015269D">
        <w:rPr>
          <w:rFonts w:ascii="Arial" w:hAnsi="Arial" w:cs="Arial"/>
          <w:lang w:val="en-GB"/>
        </w:rPr>
        <w:t>Cedex</w:t>
      </w:r>
      <w:r w:rsidRPr="0015269D">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15269D" w:rsidRDefault="00C15627">
      <w:pPr>
        <w:pStyle w:val="fcase2metab"/>
        <w:rPr>
          <w:rFonts w:ascii="Arial" w:hAnsi="Arial" w:cs="Arial"/>
          <w:lang w:val="en-GB"/>
        </w:rPr>
      </w:pPr>
      <w:r w:rsidRPr="0015269D">
        <w:rPr>
          <w:rFonts w:ascii="Arial" w:hAnsi="Arial" w:cs="Arial"/>
          <w:lang w:val="en-GB"/>
        </w:rPr>
        <w:t>50 rue</w:t>
      </w:r>
      <w:r w:rsidR="00FF185E" w:rsidRPr="0015269D">
        <w:rPr>
          <w:rFonts w:ascii="Arial" w:hAnsi="Arial" w:cs="Arial"/>
          <w:lang w:val="en-GB"/>
        </w:rPr>
        <w:t xml:space="preserve"> Henry</w:t>
      </w:r>
      <w:r w:rsidRPr="0015269D">
        <w:rPr>
          <w:rFonts w:ascii="Arial" w:hAnsi="Arial" w:cs="Arial"/>
          <w:lang w:val="en-GB"/>
        </w:rPr>
        <w:t xml:space="preserve"> Farman</w:t>
      </w:r>
    </w:p>
    <w:p w14:paraId="42BA5E1D" w14:textId="3EED7098" w:rsidR="00C15627" w:rsidRPr="0015269D" w:rsidRDefault="00C15627">
      <w:pPr>
        <w:pStyle w:val="fcase2metab"/>
        <w:rPr>
          <w:rFonts w:ascii="Arial" w:hAnsi="Arial" w:cs="Arial"/>
          <w:lang w:val="en-GB"/>
        </w:rPr>
      </w:pPr>
      <w:r w:rsidRPr="0015269D">
        <w:rPr>
          <w:rFonts w:ascii="Arial" w:hAnsi="Arial" w:cs="Arial"/>
          <w:lang w:val="en-GB"/>
        </w:rPr>
        <w:t xml:space="preserve">75720 Paris </w:t>
      </w:r>
      <w:r w:rsidR="0015269D" w:rsidRPr="0015269D">
        <w:rPr>
          <w:rFonts w:ascii="Arial" w:hAnsi="Arial" w:cs="Arial"/>
          <w:lang w:val="en-GB"/>
        </w:rPr>
        <w:t>Cedex</w:t>
      </w:r>
      <w:r w:rsidRPr="0015269D">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4C86FE63" w:rsidR="00F6084F" w:rsidRDefault="00F6084F">
      <w:pPr>
        <w:pStyle w:val="fcase2metab"/>
        <w:ind w:left="0" w:firstLine="0"/>
        <w:rPr>
          <w:rFonts w:ascii="Arial" w:hAnsi="Arial" w:cs="Arial"/>
        </w:rPr>
      </w:pPr>
      <w:r>
        <w:rPr>
          <w:rFonts w:ascii="Arial" w:hAnsi="Arial" w:cs="Arial"/>
        </w:rPr>
        <w:br w:type="page"/>
      </w:r>
    </w:p>
    <w:p w14:paraId="71D9ED1C"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12B0EF71"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15269D" w:rsidRPr="0015269D">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A6349">
        <w:rPr>
          <w:rFonts w:ascii="Arial" w:hAnsi="Arial" w:cs="Arial"/>
        </w:rPr>
      </w:r>
      <w:r w:rsidR="001A6349">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A6349">
        <w:rPr>
          <w:rFonts w:ascii="Arial" w:hAnsi="Arial" w:cs="Arial"/>
        </w:rPr>
      </w:r>
      <w:r w:rsidR="001A6349">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A6349">
        <w:rPr>
          <w:rFonts w:ascii="Arial" w:hAnsi="Arial" w:cs="Arial"/>
        </w:rPr>
      </w:r>
      <w:r w:rsidR="001A6349">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(indiquer le montant en chiffres et en lettres</w:t>
      </w:r>
      <w:r>
        <w:rPr>
          <w:rFonts w:ascii="Arial" w:hAnsi="Arial" w:cs="Arial"/>
          <w:sz w:val="16"/>
          <w:szCs w:val="16"/>
        </w:rPr>
        <w:t xml:space="preserve"> )</w:t>
      </w:r>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A6349">
        <w:rPr>
          <w:rFonts w:ascii="Arial" w:hAnsi="Arial" w:cs="Arial"/>
        </w:rPr>
      </w:r>
      <w:r w:rsidR="001A6349">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(indiquer le montant en chiffres et en lettres</w:t>
      </w:r>
      <w:r>
        <w:rPr>
          <w:rFonts w:ascii="Arial" w:hAnsi="Arial" w:cs="Arial"/>
          <w:sz w:val="16"/>
          <w:szCs w:val="16"/>
        </w:rPr>
        <w:t xml:space="preserve"> )</w:t>
      </w:r>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r>
        <w:rPr>
          <w:rFonts w:ascii="Arial" w:hAnsi="Arial" w:cs="Arial"/>
        </w:rPr>
        <w:t xml:space="preserve">et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3"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1A6349">
        <w:rPr>
          <w:rFonts w:ascii="Arial" w:hAnsi="Arial" w:cs="Arial"/>
        </w:rPr>
      </w:r>
      <w:r w:rsidR="001A6349">
        <w:rPr>
          <w:rFonts w:ascii="Arial" w:hAnsi="Arial" w:cs="Arial"/>
        </w:rPr>
        <w:fldChar w:fldCharType="separate"/>
      </w:r>
      <w:r>
        <w:rPr>
          <w:rFonts w:ascii="Arial" w:hAnsi="Arial" w:cs="Arial"/>
        </w:rPr>
        <w:fldChar w:fldCharType="end"/>
      </w:r>
      <w:bookmarkEnd w:id="3"/>
      <w:r>
        <w:rPr>
          <w:rFonts w:ascii="Arial" w:hAnsi="Arial" w:cs="Arial"/>
        </w:rPr>
        <w:t xml:space="preserve"> membre d’un groupement d’entreprise </w:t>
      </w:r>
      <w:r>
        <w:rPr>
          <w:rFonts w:ascii="Arial" w:hAnsi="Arial" w:cs="Arial"/>
        </w:rPr>
        <w:tab/>
      </w:r>
      <w:bookmarkStart w:id="4"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1A6349">
        <w:rPr>
          <w:rFonts w:ascii="Arial" w:hAnsi="Arial" w:cs="Arial"/>
        </w:rPr>
      </w:r>
      <w:r w:rsidR="001A6349">
        <w:rPr>
          <w:rFonts w:ascii="Arial" w:hAnsi="Arial" w:cs="Arial"/>
        </w:rPr>
        <w:fldChar w:fldCharType="separate"/>
      </w:r>
      <w:r>
        <w:rPr>
          <w:rFonts w:ascii="Arial" w:hAnsi="Arial" w:cs="Arial"/>
        </w:rPr>
        <w:fldChar w:fldCharType="end"/>
      </w:r>
      <w:bookmarkEnd w:id="4"/>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5DE2632B" w:rsidR="00C87B9B" w:rsidRDefault="00C87B9B" w:rsidP="00C87B9B">
      <w:pPr>
        <w:rPr>
          <w:rFonts w:ascii="Arial" w:hAnsi="Arial" w:cs="Arial"/>
        </w:rPr>
      </w:pPr>
    </w:p>
    <w:p w14:paraId="6399C610" w14:textId="77777777" w:rsidR="00440DA4" w:rsidRDefault="00440DA4" w:rsidP="00440DA4">
      <w:pPr>
        <w:tabs>
          <w:tab w:val="left" w:pos="4608"/>
        </w:tabs>
        <w:jc w:val="both"/>
        <w:rPr>
          <w:rFonts w:ascii="Arial" w:hAnsi="Arial" w:cs="Arial"/>
        </w:rPr>
      </w:pPr>
    </w:p>
    <w:p w14:paraId="1D502FE7" w14:textId="77777777" w:rsidR="00440DA4" w:rsidRDefault="00440DA4" w:rsidP="00440DA4">
      <w:pPr>
        <w:tabs>
          <w:tab w:val="left" w:pos="4608"/>
        </w:tabs>
        <w:jc w:val="both"/>
        <w:rPr>
          <w:rFonts w:ascii="Arial" w:hAnsi="Arial" w:cs="Arial"/>
        </w:rPr>
      </w:pPr>
    </w:p>
    <w:p w14:paraId="284A6D76" w14:textId="77777777" w:rsidR="00440DA4" w:rsidRDefault="00440DA4" w:rsidP="00440DA4">
      <w:pPr>
        <w:tabs>
          <w:tab w:val="left" w:pos="4608"/>
        </w:tabs>
        <w:jc w:val="both"/>
        <w:rPr>
          <w:rFonts w:ascii="Arial" w:hAnsi="Arial" w:cs="Arial"/>
        </w:rPr>
      </w:pPr>
    </w:p>
    <w:p w14:paraId="4A5618B7" w14:textId="77777777" w:rsidR="00440DA4" w:rsidRDefault="00440DA4" w:rsidP="00440DA4">
      <w:pPr>
        <w:tabs>
          <w:tab w:val="left" w:pos="6237"/>
        </w:tabs>
        <w:jc w:val="both"/>
        <w:rPr>
          <w:rFonts w:ascii="Arial" w:hAnsi="Arial" w:cs="Arial"/>
        </w:rPr>
      </w:pPr>
      <w:r>
        <w:rPr>
          <w:rFonts w:ascii="Arial" w:hAnsi="Arial" w:cs="Arial"/>
        </w:rPr>
        <w:tab/>
      </w:r>
    </w:p>
    <w:p w14:paraId="63FEFDF1" w14:textId="77777777" w:rsidR="00440DA4" w:rsidRDefault="00440DA4" w:rsidP="00440DA4">
      <w:pPr>
        <w:tabs>
          <w:tab w:val="left" w:pos="6237"/>
        </w:tabs>
        <w:jc w:val="both"/>
        <w:rPr>
          <w:rFonts w:ascii="Arial" w:hAnsi="Arial" w:cs="Arial"/>
        </w:rPr>
      </w:pPr>
    </w:p>
    <w:p w14:paraId="4861021B" w14:textId="77777777" w:rsidR="00440DA4" w:rsidRDefault="00440DA4" w:rsidP="00440DA4">
      <w:pPr>
        <w:tabs>
          <w:tab w:val="left" w:pos="6237"/>
        </w:tabs>
        <w:jc w:val="both"/>
        <w:rPr>
          <w:rFonts w:ascii="Arial" w:hAnsi="Arial" w:cs="Arial"/>
        </w:rPr>
      </w:pPr>
    </w:p>
    <w:p w14:paraId="4C9AB3CE" w14:textId="77777777" w:rsidR="00440DA4" w:rsidRDefault="00440DA4" w:rsidP="00440DA4">
      <w:pPr>
        <w:tabs>
          <w:tab w:val="left" w:pos="6237"/>
        </w:tabs>
        <w:jc w:val="both"/>
        <w:rPr>
          <w:rFonts w:ascii="Arial" w:hAnsi="Arial" w:cs="Arial"/>
          <w:sz w:val="16"/>
          <w:szCs w:val="16"/>
        </w:rPr>
      </w:pPr>
    </w:p>
    <w:p w14:paraId="65F0B230" w14:textId="77777777" w:rsidR="00440DA4" w:rsidRDefault="00440DA4" w:rsidP="00440DA4">
      <w:pPr>
        <w:rPr>
          <w:rFonts w:ascii="Arial" w:hAnsi="Arial" w:cs="Arial"/>
        </w:rPr>
      </w:pPr>
    </w:p>
    <w:p w14:paraId="5DF0B8CC" w14:textId="77777777" w:rsidR="00440DA4" w:rsidRDefault="00440DA4" w:rsidP="00440DA4">
      <w:pPr>
        <w:rPr>
          <w:rFonts w:ascii="Arial" w:hAnsi="Arial" w:cs="Arial"/>
        </w:rPr>
      </w:pPr>
    </w:p>
    <w:p w14:paraId="76EE5062" w14:textId="77777777" w:rsidR="00440DA4" w:rsidRDefault="00440DA4" w:rsidP="00440DA4">
      <w:pPr>
        <w:rPr>
          <w:rFonts w:ascii="Arial" w:hAnsi="Arial" w:cs="Arial"/>
        </w:rPr>
      </w:pPr>
    </w:p>
    <w:p w14:paraId="2F8EBD7B" w14:textId="77777777" w:rsidR="00440DA4" w:rsidRDefault="00440DA4" w:rsidP="00440DA4">
      <w:pPr>
        <w:rPr>
          <w:rFonts w:ascii="Arial" w:hAnsi="Arial" w:cs="Arial"/>
        </w:rPr>
      </w:pPr>
    </w:p>
    <w:p w14:paraId="1207F785" w14:textId="77777777" w:rsidR="00440DA4" w:rsidRDefault="00440DA4" w:rsidP="00440DA4">
      <w:pPr>
        <w:rPr>
          <w:rFonts w:ascii="Arial" w:hAnsi="Arial" w:cs="Arial"/>
        </w:rPr>
      </w:pPr>
    </w:p>
    <w:p w14:paraId="56AF6901" w14:textId="77777777" w:rsidR="00440DA4" w:rsidRDefault="00440DA4" w:rsidP="00440DA4">
      <w:pPr>
        <w:rPr>
          <w:rFonts w:ascii="Arial" w:hAnsi="Arial" w:cs="Arial"/>
        </w:rPr>
      </w:pPr>
    </w:p>
    <w:p w14:paraId="225C3457" w14:textId="77777777" w:rsidR="00440DA4" w:rsidRDefault="00440DA4" w:rsidP="00440DA4">
      <w:pPr>
        <w:pStyle w:val="En-tte"/>
        <w:tabs>
          <w:tab w:val="clear" w:pos="4536"/>
          <w:tab w:val="clear" w:pos="9072"/>
        </w:tabs>
        <w:rPr>
          <w:rFonts w:ascii="Arial" w:hAnsi="Arial" w:cs="Arial"/>
        </w:rPr>
      </w:pPr>
    </w:p>
    <w:p w14:paraId="4650B370" w14:textId="063AC167" w:rsidR="00440DA4" w:rsidRDefault="00440DA4" w:rsidP="00440DA4">
      <w:pPr>
        <w:rPr>
          <w:rFonts w:ascii="Arial" w:hAnsi="Arial" w:cs="Arial"/>
        </w:rPr>
      </w:pPr>
    </w:p>
    <w:p w14:paraId="1B77F39F" w14:textId="5AE97832" w:rsidR="00931E5B" w:rsidRDefault="00931E5B" w:rsidP="00495D60">
      <w:pPr>
        <w:rPr>
          <w:rFonts w:ascii="Arial" w:hAnsi="Arial" w:cs="Arial"/>
        </w:rPr>
        <w:sectPr w:rsidR="00931E5B" w:rsidSect="00BA5C21">
          <w:headerReference w:type="default" r:id="rId9"/>
          <w:type w:val="continuous"/>
          <w:pgSz w:w="11907" w:h="16840" w:code="9"/>
          <w:pgMar w:top="409" w:right="851" w:bottom="851" w:left="851" w:header="454" w:footer="446" w:gutter="0"/>
          <w:cols w:space="720"/>
        </w:sectPr>
      </w:pPr>
    </w:p>
    <w:p w14:paraId="3D9A6100" w14:textId="77777777" w:rsidR="00841A1A" w:rsidRPr="00BD782B" w:rsidRDefault="00841A1A" w:rsidP="00841A1A">
      <w:pPr>
        <w:jc w:val="center"/>
        <w:rPr>
          <w:rFonts w:ascii="Arial" w:hAnsi="Arial" w:cs="Arial"/>
        </w:rPr>
      </w:pPr>
      <w:bookmarkStart w:id="5" w:name="_Hlk193728750"/>
      <w:r w:rsidRPr="00BD782B">
        <w:rPr>
          <w:rFonts w:ascii="Arial" w:hAnsi="Arial" w:cs="Arial"/>
        </w:rPr>
        <w:lastRenderedPageBreak/>
        <w:t>Étalonnage et vérification de matériel de mesure</w:t>
      </w:r>
    </w:p>
    <w:p w14:paraId="3BB56716" w14:textId="77777777" w:rsidR="00841A1A" w:rsidRPr="00841A1A" w:rsidRDefault="00841A1A" w:rsidP="00841A1A">
      <w:pPr>
        <w:jc w:val="center"/>
        <w:rPr>
          <w:rFonts w:ascii="Arial" w:hAnsi="Arial" w:cs="Arial"/>
          <w:b/>
          <w:bCs/>
        </w:rPr>
      </w:pPr>
      <w:r w:rsidRPr="00BD782B">
        <w:rPr>
          <w:rFonts w:ascii="Arial" w:hAnsi="Arial" w:cs="Arial"/>
        </w:rPr>
        <w:t xml:space="preserve">LOT </w:t>
      </w:r>
      <w:r>
        <w:rPr>
          <w:rFonts w:ascii="Arial" w:hAnsi="Arial" w:cs="Arial"/>
        </w:rPr>
        <w:t xml:space="preserve">16 </w:t>
      </w:r>
      <w:r w:rsidRPr="00BD782B">
        <w:rPr>
          <w:rFonts w:ascii="Arial" w:hAnsi="Arial" w:cs="Arial"/>
        </w:rPr>
        <w:t xml:space="preserve">: </w:t>
      </w:r>
      <w:r w:rsidRPr="00453B50">
        <w:rPr>
          <w:rFonts w:ascii="Arial" w:hAnsi="Arial" w:cs="Arial"/>
        </w:rPr>
        <w:t xml:space="preserve">Domaine </w:t>
      </w:r>
      <w:r w:rsidRPr="00841A1A">
        <w:rPr>
          <w:rFonts w:ascii="Arial" w:hAnsi="Arial" w:cs="Arial"/>
          <w:b/>
          <w:bCs/>
        </w:rPr>
        <w:t>« Masse et volume »</w:t>
      </w:r>
    </w:p>
    <w:p w14:paraId="66881A82" w14:textId="39408212" w:rsidR="00841A1A" w:rsidRPr="00453B50" w:rsidRDefault="00841A1A" w:rsidP="00841A1A">
      <w:pPr>
        <w:jc w:val="center"/>
        <w:rPr>
          <w:rFonts w:ascii="Arial" w:hAnsi="Arial" w:cs="Arial"/>
          <w:b/>
          <w:bCs/>
        </w:rPr>
      </w:pPr>
      <w:r w:rsidRPr="00841A1A">
        <w:rPr>
          <w:rFonts w:ascii="Arial" w:hAnsi="Arial" w:cs="Arial"/>
          <w:b/>
          <w:bCs/>
        </w:rPr>
        <w:t>Sous domaine « Volume » pour équipements mécanique (BISCARROSSE)</w:t>
      </w:r>
    </w:p>
    <w:p w14:paraId="317DFFBC" w14:textId="77777777" w:rsidR="00841A1A" w:rsidRPr="001A6349" w:rsidRDefault="00841A1A" w:rsidP="00841A1A">
      <w:pPr>
        <w:tabs>
          <w:tab w:val="left" w:pos="3600"/>
        </w:tabs>
        <w:rPr>
          <w:rFonts w:ascii="Arial" w:hAnsi="Arial" w:cs="Arial"/>
        </w:rPr>
      </w:pPr>
      <w:r w:rsidRPr="001A6349">
        <w:rPr>
          <w:rFonts w:ascii="Arial" w:hAnsi="Arial" w:cs="Arial"/>
          <w:b/>
          <w:bCs/>
          <w:sz w:val="28"/>
          <w:szCs w:val="28"/>
          <w:u w:val="single"/>
        </w:rPr>
        <w:t>Attention</w:t>
      </w:r>
      <w:r w:rsidRPr="001A6349">
        <w:rPr>
          <w:rFonts w:ascii="Arial" w:hAnsi="Arial" w:cs="Arial"/>
        </w:rPr>
        <w:t xml:space="preserve"> :</w:t>
      </w:r>
    </w:p>
    <w:p w14:paraId="49C8AE4E" w14:textId="77777777" w:rsidR="00841A1A" w:rsidRPr="001A6349" w:rsidRDefault="00841A1A" w:rsidP="00841A1A">
      <w:pPr>
        <w:tabs>
          <w:tab w:val="left" w:pos="3600"/>
        </w:tabs>
        <w:jc w:val="both"/>
        <w:rPr>
          <w:rFonts w:ascii="Arial" w:hAnsi="Arial" w:cs="Arial"/>
        </w:rPr>
      </w:pPr>
      <w:r w:rsidRPr="001A6349">
        <w:rPr>
          <w:rFonts w:ascii="Arial" w:hAnsi="Arial" w:cs="Arial"/>
        </w:rPr>
        <w:t>Le candidat renseignera l'ensemble des lignes. L’absence d’un des prix dans la présente annexe entraînera le rejet de la totalité de l’offre.</w:t>
      </w:r>
    </w:p>
    <w:p w14:paraId="32D3CC77" w14:textId="77777777" w:rsidR="00841A1A" w:rsidRPr="001A6349" w:rsidRDefault="00841A1A" w:rsidP="00841A1A">
      <w:pPr>
        <w:tabs>
          <w:tab w:val="left" w:pos="3600"/>
        </w:tabs>
        <w:jc w:val="both"/>
        <w:rPr>
          <w:rFonts w:ascii="Arial" w:hAnsi="Arial" w:cs="Arial"/>
        </w:rPr>
      </w:pPr>
      <w:r w:rsidRPr="001A6349">
        <w:rPr>
          <w:rFonts w:ascii="Arial" w:hAnsi="Arial" w:cs="Arial"/>
        </w:rPr>
        <w:t>Les candidats devront compléter ce document tel que fourni par l’administration dans le cadre de la présente consultation. En cas de modification de ce dernier par le candidat, l’offre de ce dernier sera déclarée irrecevable et sera donc rejetée.</w:t>
      </w:r>
    </w:p>
    <w:p w14:paraId="0257BAD0" w14:textId="77777777" w:rsidR="00841A1A" w:rsidRPr="001A6349" w:rsidRDefault="00841A1A" w:rsidP="00841A1A">
      <w:pPr>
        <w:tabs>
          <w:tab w:val="left" w:pos="3600"/>
        </w:tabs>
        <w:jc w:val="both"/>
        <w:rPr>
          <w:rFonts w:ascii="Arial" w:hAnsi="Arial" w:cs="Arial"/>
          <w:sz w:val="16"/>
          <w:szCs w:val="16"/>
        </w:rPr>
      </w:pPr>
    </w:p>
    <w:bookmarkEnd w:id="5"/>
    <w:p w14:paraId="629CBA39" w14:textId="04C1683B" w:rsidR="0015269D" w:rsidRPr="001A6349" w:rsidRDefault="0015269D" w:rsidP="0015269D">
      <w:pPr>
        <w:tabs>
          <w:tab w:val="left" w:pos="3600"/>
        </w:tabs>
        <w:jc w:val="both"/>
        <w:rPr>
          <w:rFonts w:ascii="Arial" w:hAnsi="Arial" w:cs="Arial"/>
        </w:rPr>
      </w:pPr>
      <w:r w:rsidRPr="001A6349">
        <w:rPr>
          <w:rFonts w:ascii="Arial" w:hAnsi="Arial" w:cs="Arial"/>
        </w:rPr>
        <w:t xml:space="preserve">Les prix sont </w:t>
      </w:r>
      <w:r w:rsidR="001A6349" w:rsidRPr="001A6349">
        <w:rPr>
          <w:rFonts w:ascii="Arial" w:hAnsi="Arial" w:cs="Arial"/>
          <w:b/>
          <w:bCs/>
          <w:color w:val="FF0000"/>
          <w:u w:val="single"/>
        </w:rPr>
        <w:t>UNITAIRES</w:t>
      </w:r>
      <w:r w:rsidR="001A6349" w:rsidRPr="001A6349">
        <w:rPr>
          <w:rFonts w:ascii="Arial" w:hAnsi="Arial" w:cs="Arial"/>
          <w:b/>
          <w:bCs/>
        </w:rPr>
        <w:t xml:space="preserve"> </w:t>
      </w:r>
      <w:r w:rsidR="001A6349" w:rsidRPr="001A6349">
        <w:rPr>
          <w:rFonts w:ascii="Arial" w:hAnsi="Arial" w:cs="Arial"/>
        </w:rPr>
        <w:t xml:space="preserve">et sont </w:t>
      </w:r>
      <w:r w:rsidRPr="001A6349">
        <w:rPr>
          <w:rFonts w:ascii="Arial" w:hAnsi="Arial" w:cs="Arial"/>
        </w:rPr>
        <w:t xml:space="preserve">indiqués en € (EUROS), Hors Taxes (HT), et Toutes Taxes Comprises (TTC) et chaque prix est donné avec deux (2) chiffres après la virgule (selon la règle d'arrondi du fournisseur). Le taux de TVA est indiqué en pourcentage. </w:t>
      </w:r>
    </w:p>
    <w:p w14:paraId="31A0FCD7" w14:textId="77777777" w:rsidR="0015269D" w:rsidRPr="001A6349" w:rsidRDefault="0015269D" w:rsidP="0015269D">
      <w:pPr>
        <w:tabs>
          <w:tab w:val="left" w:pos="3600"/>
        </w:tabs>
        <w:jc w:val="both"/>
        <w:rPr>
          <w:rFonts w:ascii="Arial" w:hAnsi="Arial" w:cs="Arial"/>
          <w:sz w:val="16"/>
          <w:szCs w:val="16"/>
        </w:rPr>
      </w:pPr>
    </w:p>
    <w:p w14:paraId="08109FAC" w14:textId="77777777" w:rsidR="0015269D" w:rsidRPr="00E7511C" w:rsidRDefault="0015269D" w:rsidP="0015269D">
      <w:pPr>
        <w:tabs>
          <w:tab w:val="left" w:pos="3600"/>
        </w:tabs>
        <w:jc w:val="both"/>
        <w:rPr>
          <w:rFonts w:ascii="Arial" w:hAnsi="Arial" w:cs="Arial"/>
          <w:color w:val="000000" w:themeColor="text1"/>
          <w:sz w:val="32"/>
          <w:szCs w:val="32"/>
          <w:u w:val="single"/>
        </w:rPr>
      </w:pPr>
      <w:r w:rsidRPr="00E7511C">
        <w:rPr>
          <w:rFonts w:ascii="Arial" w:hAnsi="Arial" w:cs="Arial"/>
          <w:b/>
          <w:bCs/>
          <w:color w:val="000000" w:themeColor="text1"/>
          <w:sz w:val="32"/>
          <w:szCs w:val="32"/>
          <w:u w:val="single"/>
        </w:rPr>
        <w:t>Prestation réalisée chez le prestataire</w:t>
      </w:r>
    </w:p>
    <w:p w14:paraId="00CA3B9E" w14:textId="77777777" w:rsidR="0015269D" w:rsidRPr="00E7511C" w:rsidRDefault="0015269D" w:rsidP="0015269D">
      <w:pPr>
        <w:tabs>
          <w:tab w:val="left" w:pos="3600"/>
        </w:tabs>
        <w:jc w:val="both"/>
        <w:rPr>
          <w:rFonts w:ascii="Arial" w:hAnsi="Arial" w:cs="Arial"/>
          <w:color w:val="000000" w:themeColor="text1"/>
        </w:rPr>
      </w:pPr>
    </w:p>
    <w:p w14:paraId="695DBD5D" w14:textId="77777777" w:rsidR="0015269D" w:rsidRPr="00E7511C" w:rsidRDefault="0015269D" w:rsidP="0015269D">
      <w:pPr>
        <w:tabs>
          <w:tab w:val="left" w:pos="3600"/>
        </w:tabs>
        <w:jc w:val="both"/>
        <w:rPr>
          <w:rFonts w:ascii="Arial" w:hAnsi="Arial" w:cs="Arial"/>
          <w:color w:val="000000" w:themeColor="text1"/>
        </w:rPr>
      </w:pPr>
    </w:p>
    <w:tbl>
      <w:tblPr>
        <w:tblW w:w="10620" w:type="dxa"/>
        <w:tblLayout w:type="fixed"/>
        <w:tblCellMar>
          <w:left w:w="70" w:type="dxa"/>
          <w:right w:w="70" w:type="dxa"/>
        </w:tblCellMar>
        <w:tblLook w:val="04A0" w:firstRow="1" w:lastRow="0" w:firstColumn="1" w:lastColumn="0" w:noHBand="0" w:noVBand="1"/>
      </w:tblPr>
      <w:tblGrid>
        <w:gridCol w:w="2970"/>
        <w:gridCol w:w="1643"/>
        <w:gridCol w:w="1643"/>
        <w:gridCol w:w="1643"/>
        <w:gridCol w:w="2721"/>
      </w:tblGrid>
      <w:tr w:rsidR="0015269D" w:rsidRPr="00E7511C" w14:paraId="635DA66D" w14:textId="77777777" w:rsidTr="00F6084F">
        <w:trPr>
          <w:trHeight w:val="600"/>
        </w:trPr>
        <w:tc>
          <w:tcPr>
            <w:tcW w:w="29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C3695FE" w14:textId="77777777" w:rsidR="0015269D" w:rsidRPr="00E7511C" w:rsidRDefault="0015269D" w:rsidP="006B1B65">
            <w:pPr>
              <w:tabs>
                <w:tab w:val="left" w:pos="3600"/>
              </w:tabs>
              <w:jc w:val="both"/>
              <w:rPr>
                <w:rFonts w:ascii="Arial" w:hAnsi="Arial" w:cs="Arial"/>
                <w:b/>
                <w:bCs/>
                <w:color w:val="000000" w:themeColor="text1"/>
              </w:rPr>
            </w:pPr>
            <w:r w:rsidRPr="00E7511C">
              <w:rPr>
                <w:rFonts w:ascii="Arial" w:hAnsi="Arial" w:cs="Arial"/>
                <w:b/>
                <w:bCs/>
                <w:color w:val="000000" w:themeColor="text1"/>
              </w:rPr>
              <w:t>Libellé de la prestation</w:t>
            </w:r>
          </w:p>
        </w:tc>
        <w:tc>
          <w:tcPr>
            <w:tcW w:w="1643" w:type="dxa"/>
            <w:tcBorders>
              <w:top w:val="single" w:sz="4" w:space="0" w:color="auto"/>
              <w:left w:val="nil"/>
              <w:bottom w:val="single" w:sz="4" w:space="0" w:color="auto"/>
              <w:right w:val="single" w:sz="4" w:space="0" w:color="auto"/>
            </w:tcBorders>
            <w:shd w:val="clear" w:color="auto" w:fill="BFBFBF"/>
            <w:vAlign w:val="center"/>
            <w:hideMark/>
          </w:tcPr>
          <w:p w14:paraId="65250438" w14:textId="77777777" w:rsidR="0015269D" w:rsidRPr="00E7511C" w:rsidRDefault="0015269D" w:rsidP="00F6084F">
            <w:pPr>
              <w:tabs>
                <w:tab w:val="left" w:pos="3600"/>
              </w:tabs>
              <w:jc w:val="center"/>
              <w:rPr>
                <w:rFonts w:ascii="Arial" w:hAnsi="Arial" w:cs="Arial"/>
                <w:b/>
                <w:bCs/>
                <w:color w:val="000000" w:themeColor="text1"/>
              </w:rPr>
            </w:pPr>
            <w:r w:rsidRPr="00E7511C">
              <w:rPr>
                <w:rFonts w:ascii="Arial" w:hAnsi="Arial" w:cs="Arial"/>
                <w:b/>
                <w:bCs/>
                <w:color w:val="000000" w:themeColor="text1"/>
              </w:rPr>
              <w:t>Montant en € HT</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81FB51B" w14:textId="594A85CE" w:rsidR="0015269D" w:rsidRPr="00E7511C" w:rsidRDefault="0015269D" w:rsidP="00F6084F">
            <w:pPr>
              <w:tabs>
                <w:tab w:val="left" w:pos="3600"/>
              </w:tabs>
              <w:jc w:val="center"/>
              <w:rPr>
                <w:rFonts w:ascii="Arial" w:hAnsi="Arial" w:cs="Arial"/>
                <w:b/>
                <w:bCs/>
                <w:color w:val="000000" w:themeColor="text1"/>
              </w:rPr>
            </w:pPr>
            <w:r w:rsidRPr="00E7511C">
              <w:rPr>
                <w:rFonts w:ascii="Arial" w:hAnsi="Arial" w:cs="Arial"/>
                <w:b/>
                <w:bCs/>
                <w:color w:val="000000" w:themeColor="text1"/>
              </w:rPr>
              <w:t>Taux en % TVA</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373A1B4" w14:textId="77777777" w:rsidR="0015269D" w:rsidRPr="00E7511C" w:rsidRDefault="0015269D" w:rsidP="00F6084F">
            <w:pPr>
              <w:tabs>
                <w:tab w:val="left" w:pos="3600"/>
              </w:tabs>
              <w:jc w:val="center"/>
              <w:rPr>
                <w:rFonts w:ascii="Arial" w:hAnsi="Arial" w:cs="Arial"/>
                <w:b/>
                <w:bCs/>
                <w:color w:val="000000" w:themeColor="text1"/>
              </w:rPr>
            </w:pPr>
            <w:r w:rsidRPr="00E7511C">
              <w:rPr>
                <w:rFonts w:ascii="Arial" w:hAnsi="Arial" w:cs="Arial"/>
                <w:b/>
                <w:bCs/>
                <w:color w:val="000000" w:themeColor="text1"/>
              </w:rPr>
              <w:t>Montant en € TTC</w:t>
            </w:r>
          </w:p>
        </w:tc>
        <w:tc>
          <w:tcPr>
            <w:tcW w:w="27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60F4884" w14:textId="77777777" w:rsidR="0015269D" w:rsidRPr="00E7511C" w:rsidRDefault="0015269D" w:rsidP="00F6084F">
            <w:pPr>
              <w:tabs>
                <w:tab w:val="left" w:pos="3600"/>
              </w:tabs>
              <w:jc w:val="center"/>
              <w:rPr>
                <w:rFonts w:ascii="Arial" w:hAnsi="Arial" w:cs="Arial"/>
                <w:b/>
                <w:bCs/>
                <w:color w:val="000000" w:themeColor="text1"/>
              </w:rPr>
            </w:pPr>
            <w:r w:rsidRPr="00E7511C">
              <w:rPr>
                <w:rFonts w:ascii="Arial" w:hAnsi="Arial" w:cs="Arial"/>
                <w:b/>
                <w:bCs/>
                <w:color w:val="000000" w:themeColor="text1"/>
              </w:rPr>
              <w:t>Remarques et informations du soumissionnaire</w:t>
            </w:r>
          </w:p>
        </w:tc>
      </w:tr>
      <w:tr w:rsidR="0015269D" w:rsidRPr="00E7511C" w14:paraId="4C149FDE" w14:textId="77777777" w:rsidTr="00F6084F">
        <w:trPr>
          <w:trHeight w:val="567"/>
        </w:trPr>
        <w:tc>
          <w:tcPr>
            <w:tcW w:w="10620"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1AC67F76" w14:textId="4AC73896" w:rsidR="0015269D" w:rsidRPr="00E7511C" w:rsidRDefault="0015269D" w:rsidP="006B1B65">
            <w:pPr>
              <w:tabs>
                <w:tab w:val="left" w:pos="3600"/>
              </w:tabs>
              <w:jc w:val="both"/>
              <w:rPr>
                <w:rFonts w:ascii="Arial" w:hAnsi="Arial" w:cs="Arial"/>
                <w:b/>
                <w:bCs/>
                <w:color w:val="000000" w:themeColor="text1"/>
              </w:rPr>
            </w:pPr>
            <w:r w:rsidRPr="00E7511C">
              <w:rPr>
                <w:rFonts w:ascii="Arial" w:hAnsi="Arial" w:cs="Arial"/>
                <w:b/>
                <w:bCs/>
                <w:color w:val="000000" w:themeColor="text1"/>
              </w:rPr>
              <w:t xml:space="preserve">Pipette </w:t>
            </w:r>
            <w:r>
              <w:rPr>
                <w:rFonts w:ascii="Arial" w:hAnsi="Arial" w:cs="Arial"/>
                <w:b/>
                <w:bCs/>
                <w:color w:val="000000" w:themeColor="text1"/>
              </w:rPr>
              <w:t>méca</w:t>
            </w:r>
            <w:r w:rsidRPr="00E7511C">
              <w:rPr>
                <w:rFonts w:ascii="Arial" w:hAnsi="Arial" w:cs="Arial"/>
                <w:b/>
                <w:bCs/>
                <w:color w:val="000000" w:themeColor="text1"/>
              </w:rPr>
              <w:t xml:space="preserve">nique </w:t>
            </w:r>
          </w:p>
        </w:tc>
      </w:tr>
      <w:tr w:rsidR="0015269D" w:rsidRPr="00E7511C" w14:paraId="5F982463" w14:textId="77777777" w:rsidTr="00F6084F">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4E45E4DC" w14:textId="77777777" w:rsidR="0015269D" w:rsidRPr="00E7511C" w:rsidRDefault="0015269D" w:rsidP="00F6084F">
            <w:pPr>
              <w:tabs>
                <w:tab w:val="left" w:pos="3600"/>
              </w:tabs>
              <w:rPr>
                <w:rFonts w:ascii="Arial" w:hAnsi="Arial" w:cs="Arial"/>
                <w:b/>
                <w:bCs/>
                <w:color w:val="000000" w:themeColor="text1"/>
              </w:rPr>
            </w:pPr>
            <w:r w:rsidRPr="00E7511C">
              <w:rPr>
                <w:rFonts w:ascii="Arial" w:hAnsi="Arial" w:cs="Arial"/>
                <w:b/>
                <w:bCs/>
                <w:color w:val="000000" w:themeColor="text1"/>
              </w:rPr>
              <w:t>Etalonnage</w:t>
            </w:r>
          </w:p>
        </w:tc>
        <w:tc>
          <w:tcPr>
            <w:tcW w:w="1643" w:type="dxa"/>
            <w:tcBorders>
              <w:top w:val="single" w:sz="4" w:space="0" w:color="auto"/>
              <w:left w:val="single" w:sz="4" w:space="0" w:color="auto"/>
              <w:bottom w:val="single" w:sz="4" w:space="0" w:color="auto"/>
              <w:right w:val="single" w:sz="4" w:space="0" w:color="auto"/>
            </w:tcBorders>
            <w:vAlign w:val="center"/>
          </w:tcPr>
          <w:p w14:paraId="6A69A443" w14:textId="77777777" w:rsidR="0015269D" w:rsidRPr="00F6084F" w:rsidRDefault="0015269D" w:rsidP="00F6084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71CF7E18" w14:textId="77777777" w:rsidR="0015269D" w:rsidRPr="00F6084F" w:rsidRDefault="0015269D" w:rsidP="00F6084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4025642B" w14:textId="77777777" w:rsidR="0015269D" w:rsidRPr="00F6084F" w:rsidRDefault="0015269D" w:rsidP="00F6084F">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808C6D" w14:textId="239CE8D7" w:rsidR="0015269D" w:rsidRPr="00F6084F" w:rsidRDefault="0015269D" w:rsidP="00F6084F">
            <w:pPr>
              <w:tabs>
                <w:tab w:val="left" w:pos="3600"/>
              </w:tabs>
              <w:rPr>
                <w:rFonts w:ascii="Arial" w:hAnsi="Arial" w:cs="Arial"/>
                <w:color w:val="000000" w:themeColor="text1"/>
              </w:rPr>
            </w:pPr>
          </w:p>
        </w:tc>
      </w:tr>
      <w:tr w:rsidR="0015269D" w:rsidRPr="00E7511C" w14:paraId="5625199E" w14:textId="77777777" w:rsidTr="00F6084F">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6AB8CE4B" w14:textId="77777777" w:rsidR="0015269D" w:rsidRPr="00E7511C" w:rsidRDefault="0015269D" w:rsidP="00F6084F">
            <w:pPr>
              <w:tabs>
                <w:tab w:val="left" w:pos="3600"/>
              </w:tabs>
              <w:rPr>
                <w:rFonts w:ascii="Arial" w:hAnsi="Arial" w:cs="Arial"/>
                <w:b/>
                <w:bCs/>
                <w:color w:val="000000" w:themeColor="text1"/>
              </w:rPr>
            </w:pPr>
            <w:r w:rsidRPr="00E7511C">
              <w:rPr>
                <w:rFonts w:ascii="Arial" w:hAnsi="Arial" w:cs="Arial"/>
                <w:b/>
                <w:bCs/>
                <w:color w:val="000000" w:themeColor="text1"/>
              </w:rPr>
              <w:t>Vérification</w:t>
            </w:r>
          </w:p>
        </w:tc>
        <w:tc>
          <w:tcPr>
            <w:tcW w:w="1643" w:type="dxa"/>
            <w:tcBorders>
              <w:top w:val="single" w:sz="4" w:space="0" w:color="auto"/>
              <w:left w:val="single" w:sz="4" w:space="0" w:color="auto"/>
              <w:bottom w:val="single" w:sz="4" w:space="0" w:color="auto"/>
              <w:right w:val="single" w:sz="4" w:space="0" w:color="auto"/>
            </w:tcBorders>
            <w:vAlign w:val="center"/>
          </w:tcPr>
          <w:p w14:paraId="4ECEF567" w14:textId="77777777" w:rsidR="0015269D" w:rsidRPr="00F6084F" w:rsidRDefault="0015269D" w:rsidP="00F6084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74A9484E" w14:textId="77777777" w:rsidR="0015269D" w:rsidRPr="00F6084F" w:rsidRDefault="0015269D" w:rsidP="00F6084F">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1D47DB03" w14:textId="77777777" w:rsidR="0015269D" w:rsidRPr="00F6084F" w:rsidRDefault="0015269D" w:rsidP="00F6084F">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A9D389" w14:textId="77777777" w:rsidR="0015269D" w:rsidRPr="00F6084F" w:rsidRDefault="0015269D" w:rsidP="00F6084F">
            <w:pPr>
              <w:tabs>
                <w:tab w:val="left" w:pos="3600"/>
              </w:tabs>
              <w:rPr>
                <w:rFonts w:ascii="Arial" w:hAnsi="Arial" w:cs="Arial"/>
                <w:color w:val="000000" w:themeColor="text1"/>
              </w:rPr>
            </w:pPr>
          </w:p>
        </w:tc>
      </w:tr>
    </w:tbl>
    <w:p w14:paraId="6850290F" w14:textId="77777777" w:rsidR="00841A1A" w:rsidRPr="000055B9" w:rsidRDefault="00841A1A" w:rsidP="0015269D">
      <w:pPr>
        <w:tabs>
          <w:tab w:val="left" w:pos="3600"/>
        </w:tabs>
        <w:jc w:val="both"/>
        <w:rPr>
          <w:rFonts w:ascii="Arial" w:hAnsi="Arial" w:cs="Arial"/>
        </w:rPr>
      </w:pPr>
    </w:p>
    <w:sectPr w:rsidR="00841A1A" w:rsidRPr="000055B9" w:rsidSect="0015269D">
      <w:headerReference w:type="default" r:id="rId10"/>
      <w:footerReference w:type="default" r:id="rId11"/>
      <w:pgSz w:w="11907" w:h="16840" w:code="9"/>
      <w:pgMar w:top="409" w:right="851"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5AD4B6D0"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931E5B">
            <w:rPr>
              <w:rFonts w:ascii="Arial" w:hAnsi="Arial" w:cs="Arial"/>
              <w:b/>
              <w:bCs/>
              <w:sz w:val="18"/>
              <w:szCs w:val="18"/>
            </w:rPr>
            <w:t>16</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931E5B" w14:paraId="41DF9914" w14:textId="77777777" w:rsidTr="002F1B43">
      <w:trPr>
        <w:tblHeader/>
      </w:trPr>
      <w:tc>
        <w:tcPr>
          <w:tcW w:w="3190" w:type="dxa"/>
          <w:tcBorders>
            <w:top w:val="nil"/>
            <w:left w:val="nil"/>
            <w:bottom w:val="nil"/>
            <w:right w:val="nil"/>
          </w:tcBorders>
          <w:shd w:val="solid" w:color="66CCFF" w:fill="auto"/>
        </w:tcPr>
        <w:p w14:paraId="31729994" w14:textId="77777777" w:rsidR="00931E5B" w:rsidRPr="007B3AAD" w:rsidRDefault="00931E5B"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16</w:t>
          </w:r>
        </w:p>
      </w:tc>
      <w:tc>
        <w:tcPr>
          <w:tcW w:w="4961" w:type="dxa"/>
          <w:tcBorders>
            <w:top w:val="nil"/>
            <w:left w:val="nil"/>
            <w:bottom w:val="nil"/>
            <w:right w:val="nil"/>
          </w:tcBorders>
          <w:shd w:val="solid" w:color="66CCFF" w:fill="auto"/>
        </w:tcPr>
        <w:p w14:paraId="147A968A" w14:textId="77777777" w:rsidR="00931E5B" w:rsidRPr="007B3AAD" w:rsidRDefault="00931E5B"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3DEDE275" w14:textId="77777777" w:rsidR="00931E5B" w:rsidRPr="007B3AAD" w:rsidRDefault="00931E5B">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6A15706D" w14:textId="77777777" w:rsidR="00931E5B" w:rsidRPr="007B3AAD" w:rsidRDefault="00931E5B">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53870234" w14:textId="77777777" w:rsidR="00931E5B" w:rsidRPr="007B3AAD" w:rsidRDefault="00931E5B">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7D6C6159" w14:textId="77777777" w:rsidR="00931E5B" w:rsidRPr="007B3AAD" w:rsidRDefault="00931E5B">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3A0076F2" w14:textId="77777777" w:rsidR="00931E5B" w:rsidRPr="00205FCD" w:rsidRDefault="00931E5B">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4FDCC" w14:textId="77777777" w:rsidR="00841A1A" w:rsidRPr="001E58E6" w:rsidRDefault="00841A1A" w:rsidP="00841A1A">
    <w:pPr>
      <w:shd w:val="clear" w:color="auto" w:fill="33CCFF"/>
      <w:jc w:val="center"/>
      <w:rPr>
        <w:rFonts w:ascii="Arial" w:hAnsi="Arial" w:cs="Arial"/>
        <w:b/>
        <w:bCs/>
        <w:sz w:val="28"/>
        <w:szCs w:val="28"/>
      </w:rPr>
    </w:pPr>
    <w:bookmarkStart w:id="6" w:name="_Hlk193705922"/>
    <w:bookmarkStart w:id="7" w:name="_Hlk193705923"/>
    <w:bookmarkStart w:id="8" w:name="_Hlk193728642"/>
    <w:r w:rsidRPr="00BD782B">
      <w:rPr>
        <w:rFonts w:ascii="Arial" w:hAnsi="Arial" w:cs="Arial"/>
        <w:b/>
        <w:bCs/>
        <w:sz w:val="28"/>
        <w:szCs w:val="28"/>
      </w:rPr>
      <w:t>Annexe financière à l’acte d’engagement</w:t>
    </w:r>
    <w:bookmarkEnd w:id="6"/>
    <w:bookmarkEnd w:id="7"/>
  </w:p>
  <w:bookmarkEnd w:id="8"/>
  <w:p w14:paraId="0E1F513B" w14:textId="77777777" w:rsidR="00931E5B" w:rsidRDefault="00931E5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9" w15:restartNumberingAfterBreak="0">
    <w:nsid w:val="532E6598"/>
    <w:multiLevelType w:val="hybridMultilevel"/>
    <w:tmpl w:val="E5F2F4D0"/>
    <w:lvl w:ilvl="0" w:tplc="D6AAED1C">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8"/>
  </w:num>
  <w:num w:numId="2" w16cid:durableId="1864440402">
    <w:abstractNumId w:val="5"/>
  </w:num>
  <w:num w:numId="3" w16cid:durableId="1218784541">
    <w:abstractNumId w:val="10"/>
  </w:num>
  <w:num w:numId="4" w16cid:durableId="615913930">
    <w:abstractNumId w:val="3"/>
  </w:num>
  <w:num w:numId="5" w16cid:durableId="1049189105">
    <w:abstractNumId w:val="2"/>
  </w:num>
  <w:num w:numId="6" w16cid:durableId="740441309">
    <w:abstractNumId w:val="11"/>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6"/>
  </w:num>
  <w:num w:numId="13" w16cid:durableId="1150832749">
    <w:abstractNumId w:val="4"/>
  </w:num>
  <w:num w:numId="14" w16cid:durableId="920602289">
    <w:abstractNumId w:val="12"/>
  </w:num>
  <w:num w:numId="15" w16cid:durableId="1568690032">
    <w:abstractNumId w:val="7"/>
  </w:num>
  <w:num w:numId="16" w16cid:durableId="16616139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4C69"/>
    <w:rsid w:val="0002128E"/>
    <w:rsid w:val="00030802"/>
    <w:rsid w:val="000330B6"/>
    <w:rsid w:val="00053A74"/>
    <w:rsid w:val="0006314F"/>
    <w:rsid w:val="00066E3F"/>
    <w:rsid w:val="00073413"/>
    <w:rsid w:val="00086B67"/>
    <w:rsid w:val="00090810"/>
    <w:rsid w:val="00094967"/>
    <w:rsid w:val="000A1A76"/>
    <w:rsid w:val="000A2EBF"/>
    <w:rsid w:val="000A3DEB"/>
    <w:rsid w:val="000C2497"/>
    <w:rsid w:val="000C7E99"/>
    <w:rsid w:val="000E1460"/>
    <w:rsid w:val="000E25B0"/>
    <w:rsid w:val="000E7C4E"/>
    <w:rsid w:val="000F2FA2"/>
    <w:rsid w:val="000F3AEE"/>
    <w:rsid w:val="0010453C"/>
    <w:rsid w:val="00107BBA"/>
    <w:rsid w:val="00112C83"/>
    <w:rsid w:val="00115035"/>
    <w:rsid w:val="00117D18"/>
    <w:rsid w:val="00120D43"/>
    <w:rsid w:val="00124042"/>
    <w:rsid w:val="00130878"/>
    <w:rsid w:val="00141790"/>
    <w:rsid w:val="00146E0A"/>
    <w:rsid w:val="0015269D"/>
    <w:rsid w:val="00153E29"/>
    <w:rsid w:val="00177634"/>
    <w:rsid w:val="00183654"/>
    <w:rsid w:val="001A5743"/>
    <w:rsid w:val="001A6349"/>
    <w:rsid w:val="001B4830"/>
    <w:rsid w:val="001B5187"/>
    <w:rsid w:val="001F2736"/>
    <w:rsid w:val="001F2D90"/>
    <w:rsid w:val="001F3280"/>
    <w:rsid w:val="00205FCD"/>
    <w:rsid w:val="002121D1"/>
    <w:rsid w:val="0022497B"/>
    <w:rsid w:val="002274F6"/>
    <w:rsid w:val="00243A0B"/>
    <w:rsid w:val="00245B43"/>
    <w:rsid w:val="00254524"/>
    <w:rsid w:val="00257960"/>
    <w:rsid w:val="00262427"/>
    <w:rsid w:val="00264805"/>
    <w:rsid w:val="00273E5A"/>
    <w:rsid w:val="00294CD1"/>
    <w:rsid w:val="002A1C99"/>
    <w:rsid w:val="002A73C1"/>
    <w:rsid w:val="002B65BC"/>
    <w:rsid w:val="002C782C"/>
    <w:rsid w:val="002F1B43"/>
    <w:rsid w:val="00312455"/>
    <w:rsid w:val="003177E7"/>
    <w:rsid w:val="00325347"/>
    <w:rsid w:val="0035141E"/>
    <w:rsid w:val="0036211E"/>
    <w:rsid w:val="003667B6"/>
    <w:rsid w:val="00370098"/>
    <w:rsid w:val="00370DA9"/>
    <w:rsid w:val="00381178"/>
    <w:rsid w:val="003825FC"/>
    <w:rsid w:val="00382AE1"/>
    <w:rsid w:val="00390663"/>
    <w:rsid w:val="00390CEA"/>
    <w:rsid w:val="00394D48"/>
    <w:rsid w:val="00396FF7"/>
    <w:rsid w:val="003C00DF"/>
    <w:rsid w:val="003C591A"/>
    <w:rsid w:val="003D298E"/>
    <w:rsid w:val="003D751F"/>
    <w:rsid w:val="003E1690"/>
    <w:rsid w:val="003E17A3"/>
    <w:rsid w:val="003E2153"/>
    <w:rsid w:val="003F62B8"/>
    <w:rsid w:val="004072E6"/>
    <w:rsid w:val="00411AF7"/>
    <w:rsid w:val="00414A52"/>
    <w:rsid w:val="004215F0"/>
    <w:rsid w:val="00440DA4"/>
    <w:rsid w:val="00451E66"/>
    <w:rsid w:val="00452DE2"/>
    <w:rsid w:val="00455417"/>
    <w:rsid w:val="00456455"/>
    <w:rsid w:val="00456FDA"/>
    <w:rsid w:val="00460968"/>
    <w:rsid w:val="00463F9B"/>
    <w:rsid w:val="00465B42"/>
    <w:rsid w:val="004661B6"/>
    <w:rsid w:val="004769DD"/>
    <w:rsid w:val="00477A31"/>
    <w:rsid w:val="004909F2"/>
    <w:rsid w:val="00495D60"/>
    <w:rsid w:val="004A2FA1"/>
    <w:rsid w:val="004D5D7B"/>
    <w:rsid w:val="004D60EE"/>
    <w:rsid w:val="004D7C58"/>
    <w:rsid w:val="004E1560"/>
    <w:rsid w:val="004E72E9"/>
    <w:rsid w:val="004F0EDA"/>
    <w:rsid w:val="004F1A09"/>
    <w:rsid w:val="004F69E4"/>
    <w:rsid w:val="0050184C"/>
    <w:rsid w:val="0050384D"/>
    <w:rsid w:val="00503D87"/>
    <w:rsid w:val="00511FEA"/>
    <w:rsid w:val="00515092"/>
    <w:rsid w:val="00517693"/>
    <w:rsid w:val="0051784A"/>
    <w:rsid w:val="00525549"/>
    <w:rsid w:val="00534613"/>
    <w:rsid w:val="00542460"/>
    <w:rsid w:val="00555B91"/>
    <w:rsid w:val="00562A7E"/>
    <w:rsid w:val="005647E3"/>
    <w:rsid w:val="005666BC"/>
    <w:rsid w:val="00566B3A"/>
    <w:rsid w:val="005714A2"/>
    <w:rsid w:val="005934D2"/>
    <w:rsid w:val="00594538"/>
    <w:rsid w:val="005A32D8"/>
    <w:rsid w:val="005A35AF"/>
    <w:rsid w:val="005A35D8"/>
    <w:rsid w:val="005B416C"/>
    <w:rsid w:val="005C34C5"/>
    <w:rsid w:val="005D29D6"/>
    <w:rsid w:val="005D60DB"/>
    <w:rsid w:val="005F7EA5"/>
    <w:rsid w:val="006016DE"/>
    <w:rsid w:val="006049AB"/>
    <w:rsid w:val="006069C3"/>
    <w:rsid w:val="00614AB7"/>
    <w:rsid w:val="00617184"/>
    <w:rsid w:val="00635DC9"/>
    <w:rsid w:val="006546B3"/>
    <w:rsid w:val="00661407"/>
    <w:rsid w:val="006666C0"/>
    <w:rsid w:val="00667358"/>
    <w:rsid w:val="00672F9A"/>
    <w:rsid w:val="006824A8"/>
    <w:rsid w:val="006825F2"/>
    <w:rsid w:val="00695CD4"/>
    <w:rsid w:val="006A4D55"/>
    <w:rsid w:val="006A72AB"/>
    <w:rsid w:val="006B369B"/>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30D24"/>
    <w:rsid w:val="007506A7"/>
    <w:rsid w:val="007511AB"/>
    <w:rsid w:val="00751757"/>
    <w:rsid w:val="0075594F"/>
    <w:rsid w:val="0076635C"/>
    <w:rsid w:val="00771C3A"/>
    <w:rsid w:val="00782C62"/>
    <w:rsid w:val="00783A74"/>
    <w:rsid w:val="00784714"/>
    <w:rsid w:val="00784A15"/>
    <w:rsid w:val="00792292"/>
    <w:rsid w:val="00792C36"/>
    <w:rsid w:val="007A168E"/>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1653D"/>
    <w:rsid w:val="008205BD"/>
    <w:rsid w:val="00821A73"/>
    <w:rsid w:val="0082755C"/>
    <w:rsid w:val="00831347"/>
    <w:rsid w:val="00831B52"/>
    <w:rsid w:val="00841A1A"/>
    <w:rsid w:val="0084344D"/>
    <w:rsid w:val="00860B6A"/>
    <w:rsid w:val="008615DD"/>
    <w:rsid w:val="00862E32"/>
    <w:rsid w:val="008637C2"/>
    <w:rsid w:val="00863AC7"/>
    <w:rsid w:val="00870D33"/>
    <w:rsid w:val="00871EFF"/>
    <w:rsid w:val="008761E6"/>
    <w:rsid w:val="00886B2B"/>
    <w:rsid w:val="00887235"/>
    <w:rsid w:val="008A2F0F"/>
    <w:rsid w:val="008A6A6B"/>
    <w:rsid w:val="008B3776"/>
    <w:rsid w:val="008B52DB"/>
    <w:rsid w:val="008B75D1"/>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DF7"/>
    <w:rsid w:val="009152FC"/>
    <w:rsid w:val="0092378A"/>
    <w:rsid w:val="00924258"/>
    <w:rsid w:val="00925F64"/>
    <w:rsid w:val="0092604B"/>
    <w:rsid w:val="0093003B"/>
    <w:rsid w:val="00931E5B"/>
    <w:rsid w:val="0093571C"/>
    <w:rsid w:val="00943507"/>
    <w:rsid w:val="00943524"/>
    <w:rsid w:val="00946431"/>
    <w:rsid w:val="00951DC3"/>
    <w:rsid w:val="00955CD4"/>
    <w:rsid w:val="00955E4A"/>
    <w:rsid w:val="009561A8"/>
    <w:rsid w:val="0096418C"/>
    <w:rsid w:val="00964CDA"/>
    <w:rsid w:val="00974D1B"/>
    <w:rsid w:val="009753CF"/>
    <w:rsid w:val="009818DC"/>
    <w:rsid w:val="009A49BB"/>
    <w:rsid w:val="009A4E50"/>
    <w:rsid w:val="009C108F"/>
    <w:rsid w:val="009C32E8"/>
    <w:rsid w:val="009D61AF"/>
    <w:rsid w:val="009E68F6"/>
    <w:rsid w:val="009E73EC"/>
    <w:rsid w:val="009F62F0"/>
    <w:rsid w:val="009F6EF3"/>
    <w:rsid w:val="009F6F05"/>
    <w:rsid w:val="00A00E7E"/>
    <w:rsid w:val="00A012F2"/>
    <w:rsid w:val="00A02800"/>
    <w:rsid w:val="00A0519F"/>
    <w:rsid w:val="00A057EB"/>
    <w:rsid w:val="00A061B8"/>
    <w:rsid w:val="00A12DFB"/>
    <w:rsid w:val="00A15B7B"/>
    <w:rsid w:val="00A2530A"/>
    <w:rsid w:val="00A27016"/>
    <w:rsid w:val="00A3371D"/>
    <w:rsid w:val="00A419D2"/>
    <w:rsid w:val="00A42C41"/>
    <w:rsid w:val="00A434C3"/>
    <w:rsid w:val="00A5185F"/>
    <w:rsid w:val="00A56D90"/>
    <w:rsid w:val="00A60A24"/>
    <w:rsid w:val="00A700AE"/>
    <w:rsid w:val="00A81901"/>
    <w:rsid w:val="00A90561"/>
    <w:rsid w:val="00A92A0A"/>
    <w:rsid w:val="00AA7ABA"/>
    <w:rsid w:val="00AC3647"/>
    <w:rsid w:val="00AC3CF5"/>
    <w:rsid w:val="00AD08E2"/>
    <w:rsid w:val="00AD4910"/>
    <w:rsid w:val="00AE10C1"/>
    <w:rsid w:val="00AE2B33"/>
    <w:rsid w:val="00AE6E8D"/>
    <w:rsid w:val="00AF00DE"/>
    <w:rsid w:val="00AF067F"/>
    <w:rsid w:val="00AF3ECF"/>
    <w:rsid w:val="00B02B0F"/>
    <w:rsid w:val="00B04E14"/>
    <w:rsid w:val="00B341B3"/>
    <w:rsid w:val="00B34AA7"/>
    <w:rsid w:val="00B35E6C"/>
    <w:rsid w:val="00B362B9"/>
    <w:rsid w:val="00B46191"/>
    <w:rsid w:val="00B627AB"/>
    <w:rsid w:val="00B6698B"/>
    <w:rsid w:val="00B66CC9"/>
    <w:rsid w:val="00B75929"/>
    <w:rsid w:val="00B777FF"/>
    <w:rsid w:val="00B93F55"/>
    <w:rsid w:val="00B971C2"/>
    <w:rsid w:val="00BA173C"/>
    <w:rsid w:val="00BA34D8"/>
    <w:rsid w:val="00BA3F88"/>
    <w:rsid w:val="00BA46AB"/>
    <w:rsid w:val="00BA5C21"/>
    <w:rsid w:val="00BA7299"/>
    <w:rsid w:val="00BB1C2E"/>
    <w:rsid w:val="00BB3892"/>
    <w:rsid w:val="00BB49D0"/>
    <w:rsid w:val="00BC1AA9"/>
    <w:rsid w:val="00BC5178"/>
    <w:rsid w:val="00BC5D16"/>
    <w:rsid w:val="00BD182F"/>
    <w:rsid w:val="00BD239F"/>
    <w:rsid w:val="00BD57D8"/>
    <w:rsid w:val="00BE0A52"/>
    <w:rsid w:val="00BE38EF"/>
    <w:rsid w:val="00BF2674"/>
    <w:rsid w:val="00BF6148"/>
    <w:rsid w:val="00C0321C"/>
    <w:rsid w:val="00C06427"/>
    <w:rsid w:val="00C07B2C"/>
    <w:rsid w:val="00C13E2E"/>
    <w:rsid w:val="00C15627"/>
    <w:rsid w:val="00C17A24"/>
    <w:rsid w:val="00C226AD"/>
    <w:rsid w:val="00C239DA"/>
    <w:rsid w:val="00C2518D"/>
    <w:rsid w:val="00C3319A"/>
    <w:rsid w:val="00C64328"/>
    <w:rsid w:val="00C6591C"/>
    <w:rsid w:val="00C716F1"/>
    <w:rsid w:val="00C732F8"/>
    <w:rsid w:val="00C81D42"/>
    <w:rsid w:val="00C832CD"/>
    <w:rsid w:val="00C87B9B"/>
    <w:rsid w:val="00C94407"/>
    <w:rsid w:val="00C96259"/>
    <w:rsid w:val="00CA38CF"/>
    <w:rsid w:val="00CA5EAC"/>
    <w:rsid w:val="00CB1991"/>
    <w:rsid w:val="00CC09D5"/>
    <w:rsid w:val="00CC5350"/>
    <w:rsid w:val="00CC6B49"/>
    <w:rsid w:val="00CD1696"/>
    <w:rsid w:val="00CE1812"/>
    <w:rsid w:val="00CE1C4F"/>
    <w:rsid w:val="00CE45FF"/>
    <w:rsid w:val="00CF33B1"/>
    <w:rsid w:val="00CF4C90"/>
    <w:rsid w:val="00D00917"/>
    <w:rsid w:val="00D02B2E"/>
    <w:rsid w:val="00D06A0A"/>
    <w:rsid w:val="00D13636"/>
    <w:rsid w:val="00D14D4D"/>
    <w:rsid w:val="00D27F48"/>
    <w:rsid w:val="00D3334A"/>
    <w:rsid w:val="00D416C3"/>
    <w:rsid w:val="00D426A3"/>
    <w:rsid w:val="00D46337"/>
    <w:rsid w:val="00D500A3"/>
    <w:rsid w:val="00D50BD1"/>
    <w:rsid w:val="00D53931"/>
    <w:rsid w:val="00D60905"/>
    <w:rsid w:val="00D66D7B"/>
    <w:rsid w:val="00D670F7"/>
    <w:rsid w:val="00D67554"/>
    <w:rsid w:val="00D8657C"/>
    <w:rsid w:val="00D86C8E"/>
    <w:rsid w:val="00D929F4"/>
    <w:rsid w:val="00DA3A5F"/>
    <w:rsid w:val="00DB6B96"/>
    <w:rsid w:val="00DD40EB"/>
    <w:rsid w:val="00DE7125"/>
    <w:rsid w:val="00DF55B5"/>
    <w:rsid w:val="00DF6278"/>
    <w:rsid w:val="00E05F4C"/>
    <w:rsid w:val="00E06EE8"/>
    <w:rsid w:val="00E06FC9"/>
    <w:rsid w:val="00E161F9"/>
    <w:rsid w:val="00E24045"/>
    <w:rsid w:val="00E30AC9"/>
    <w:rsid w:val="00E4790C"/>
    <w:rsid w:val="00E5393F"/>
    <w:rsid w:val="00E555B4"/>
    <w:rsid w:val="00E601A5"/>
    <w:rsid w:val="00E61A64"/>
    <w:rsid w:val="00E621AB"/>
    <w:rsid w:val="00E64125"/>
    <w:rsid w:val="00E71C05"/>
    <w:rsid w:val="00E83F59"/>
    <w:rsid w:val="00E92D6F"/>
    <w:rsid w:val="00E965BA"/>
    <w:rsid w:val="00EA2EE8"/>
    <w:rsid w:val="00EA4B0F"/>
    <w:rsid w:val="00EB1291"/>
    <w:rsid w:val="00EC1244"/>
    <w:rsid w:val="00EC5148"/>
    <w:rsid w:val="00EC5E64"/>
    <w:rsid w:val="00EC7198"/>
    <w:rsid w:val="00ED02AD"/>
    <w:rsid w:val="00ED66E6"/>
    <w:rsid w:val="00EE0DE4"/>
    <w:rsid w:val="00EE693D"/>
    <w:rsid w:val="00EF0649"/>
    <w:rsid w:val="00EF25AB"/>
    <w:rsid w:val="00EF50D6"/>
    <w:rsid w:val="00EF7833"/>
    <w:rsid w:val="00F07D69"/>
    <w:rsid w:val="00F2041A"/>
    <w:rsid w:val="00F27CCA"/>
    <w:rsid w:val="00F57F09"/>
    <w:rsid w:val="00F6084F"/>
    <w:rsid w:val="00F60DF1"/>
    <w:rsid w:val="00F704C1"/>
    <w:rsid w:val="00F708AC"/>
    <w:rsid w:val="00F70A50"/>
    <w:rsid w:val="00F724F1"/>
    <w:rsid w:val="00F82A75"/>
    <w:rsid w:val="00F87D4F"/>
    <w:rsid w:val="00F90C94"/>
    <w:rsid w:val="00F9726D"/>
    <w:rsid w:val="00F97533"/>
    <w:rsid w:val="00FA6F1E"/>
    <w:rsid w:val="00FB1C1E"/>
    <w:rsid w:val="00FB34FC"/>
    <w:rsid w:val="00FC1187"/>
    <w:rsid w:val="00FD00EA"/>
    <w:rsid w:val="00FD175B"/>
    <w:rsid w:val="00FD29CC"/>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455"/>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602570592">
      <w:bodyDiv w:val="1"/>
      <w:marLeft w:val="0"/>
      <w:marRight w:val="0"/>
      <w:marTop w:val="0"/>
      <w:marBottom w:val="0"/>
      <w:divBdr>
        <w:top w:val="none" w:sz="0" w:space="0" w:color="auto"/>
        <w:left w:val="none" w:sz="0" w:space="0" w:color="auto"/>
        <w:bottom w:val="none" w:sz="0" w:space="0" w:color="auto"/>
        <w:right w:val="none" w:sz="0" w:space="0" w:color="auto"/>
      </w:divBdr>
    </w:div>
    <w:div w:id="719939317">
      <w:bodyDiv w:val="1"/>
      <w:marLeft w:val="0"/>
      <w:marRight w:val="0"/>
      <w:marTop w:val="0"/>
      <w:marBottom w:val="0"/>
      <w:divBdr>
        <w:top w:val="none" w:sz="0" w:space="0" w:color="auto"/>
        <w:left w:val="none" w:sz="0" w:space="0" w:color="auto"/>
        <w:bottom w:val="none" w:sz="0" w:space="0" w:color="auto"/>
        <w:right w:val="none" w:sz="0" w:space="0" w:color="auto"/>
      </w:divBdr>
    </w:div>
    <w:div w:id="202686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12</TotalTime>
  <Pages>7</Pages>
  <Words>1409</Words>
  <Characters>9561</Characters>
  <Application>Microsoft Office Word</Application>
  <DocSecurity>0</DocSecurity>
  <Lines>79</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4</cp:revision>
  <cp:lastPrinted>2019-11-21T08:47:00Z</cp:lastPrinted>
  <dcterms:created xsi:type="dcterms:W3CDTF">2025-05-26T13:49:00Z</dcterms:created>
  <dcterms:modified xsi:type="dcterms:W3CDTF">2025-05-27T09:10:00Z</dcterms:modified>
</cp:coreProperties>
</file>